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637080-5EDF-4DD7-9182-A7D21FBE01E9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